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A9" w14:textId="369B9AFA" w:rsidR="00895A8B" w:rsidRPr="00847F66" w:rsidRDefault="00D35725" w:rsidP="00D35725">
      <w:pPr>
        <w:spacing w:after="0"/>
        <w:rPr>
          <w:rFonts w:ascii="Aptos Display" w:hAnsi="Aptos Display"/>
          <w:b/>
          <w:bCs/>
        </w:rPr>
      </w:pPr>
      <w:r w:rsidRPr="00847F66">
        <w:rPr>
          <w:rFonts w:ascii="Aptos Display" w:hAnsi="Aptos Display"/>
          <w:b/>
          <w:bCs/>
        </w:rPr>
        <w:t>ZP.P.2.2026</w:t>
      </w:r>
    </w:p>
    <w:p w14:paraId="297EF090" w14:textId="440EB5C6" w:rsidR="00C85518" w:rsidRPr="00847F66" w:rsidRDefault="00C85518" w:rsidP="00D35725">
      <w:pPr>
        <w:spacing w:after="0"/>
        <w:jc w:val="right"/>
        <w:rPr>
          <w:rFonts w:ascii="Aptos Display" w:hAnsi="Aptos Display" w:cstheme="minorHAnsi"/>
          <w:i/>
        </w:rPr>
      </w:pPr>
      <w:r w:rsidRPr="00847F66">
        <w:rPr>
          <w:rFonts w:ascii="Aptos Display" w:hAnsi="Aptos Display" w:cstheme="minorHAnsi"/>
          <w:i/>
        </w:rPr>
        <w:t xml:space="preserve">Załącznik nr </w:t>
      </w:r>
      <w:r w:rsidR="00D35725" w:rsidRPr="00847F66">
        <w:rPr>
          <w:rFonts w:ascii="Aptos Display" w:hAnsi="Aptos Display" w:cstheme="minorHAnsi"/>
          <w:i/>
        </w:rPr>
        <w:t>2</w:t>
      </w:r>
      <w:r w:rsidRPr="00847F66">
        <w:rPr>
          <w:rFonts w:ascii="Aptos Display" w:hAnsi="Aptos Display" w:cstheme="minorHAnsi"/>
          <w:i/>
        </w:rPr>
        <w:t xml:space="preserve"> </w:t>
      </w:r>
    </w:p>
    <w:p w14:paraId="05DF911E" w14:textId="77777777" w:rsidR="00C85518" w:rsidRPr="00847F66" w:rsidRDefault="00C85518" w:rsidP="00D35725">
      <w:pPr>
        <w:spacing w:after="0"/>
        <w:jc w:val="right"/>
        <w:rPr>
          <w:rFonts w:ascii="Aptos Display" w:hAnsi="Aptos Display" w:cstheme="minorHAnsi"/>
          <w:i/>
        </w:rPr>
      </w:pPr>
      <w:r w:rsidRPr="00847F66">
        <w:rPr>
          <w:rFonts w:ascii="Aptos Display" w:hAnsi="Aptos Display" w:cstheme="minorHAnsi"/>
          <w:i/>
        </w:rPr>
        <w:t>do Ogłoszenia o Wstępnych Konsultacjach Rynkowych</w:t>
      </w:r>
    </w:p>
    <w:p w14:paraId="65E8FE0B" w14:textId="77777777" w:rsidR="00D35725" w:rsidRPr="00847F66" w:rsidRDefault="00D35725" w:rsidP="00D35725">
      <w:pPr>
        <w:spacing w:after="0" w:line="360" w:lineRule="auto"/>
        <w:jc w:val="center"/>
        <w:rPr>
          <w:rFonts w:ascii="Aptos Display" w:hAnsi="Aptos Display" w:cstheme="minorHAnsi"/>
          <w:b/>
        </w:rPr>
      </w:pPr>
    </w:p>
    <w:p w14:paraId="6CCEE657" w14:textId="50B5B4E1" w:rsidR="00C85518" w:rsidRPr="00847F66" w:rsidRDefault="00C85518" w:rsidP="00D35725">
      <w:pPr>
        <w:spacing w:after="0" w:line="360" w:lineRule="auto"/>
        <w:jc w:val="center"/>
        <w:rPr>
          <w:rFonts w:ascii="Aptos Display" w:hAnsi="Aptos Display" w:cstheme="minorHAnsi"/>
          <w:b/>
        </w:rPr>
      </w:pPr>
      <w:r w:rsidRPr="00847F66">
        <w:rPr>
          <w:rFonts w:ascii="Aptos Display" w:hAnsi="Aptos Display" w:cstheme="minorHAnsi"/>
          <w:b/>
        </w:rPr>
        <w:t xml:space="preserve">ZGŁOSZENIE DO UDZIAŁU WE WSTĘPNYCH KONSULTACJACH RYNKOWYCH </w:t>
      </w:r>
    </w:p>
    <w:p w14:paraId="58678B85" w14:textId="4D02C11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Działając w imieniu ………</w:t>
      </w:r>
      <w:r w:rsidR="00181A15" w:rsidRPr="00847F66">
        <w:rPr>
          <w:rFonts w:ascii="Aptos Display" w:hAnsi="Aptos Display" w:cstheme="minorHAnsi"/>
        </w:rPr>
        <w:t>……………………………………….</w:t>
      </w:r>
      <w:r w:rsidRPr="00847F66">
        <w:rPr>
          <w:rFonts w:ascii="Aptos Display" w:hAnsi="Aptos Display" w:cstheme="minorHAnsi"/>
        </w:rPr>
        <w:t>, w odpowiedzi na Ogłoszenie o Wstępnych Konsultacjach Rynkowych z dnia …</w:t>
      </w:r>
      <w:r w:rsidR="00181A15" w:rsidRPr="00847F66">
        <w:rPr>
          <w:rFonts w:ascii="Aptos Display" w:hAnsi="Aptos Display" w:cstheme="minorHAnsi"/>
        </w:rPr>
        <w:t>………………………….</w:t>
      </w:r>
      <w:r w:rsidRPr="00847F66">
        <w:rPr>
          <w:rFonts w:ascii="Aptos Display" w:hAnsi="Aptos Display" w:cstheme="minorHAnsi"/>
        </w:rPr>
        <w:t xml:space="preserve"> niniejszym zgłaszam udział we Wstępnych Konsultacjach Rynkowych organizowanych przez </w:t>
      </w:r>
      <w:r w:rsidR="00181A15" w:rsidRPr="00847F66">
        <w:rPr>
          <w:rFonts w:ascii="Aptos Display" w:hAnsi="Aptos Display" w:cstheme="minorHAnsi"/>
          <w:b/>
          <w:bCs/>
        </w:rPr>
        <w:t xml:space="preserve">Termy Maltańskie </w:t>
      </w:r>
      <w:r w:rsidR="00580D9B" w:rsidRPr="00847F66">
        <w:rPr>
          <w:rFonts w:ascii="Aptos Display" w:hAnsi="Aptos Display" w:cstheme="minorHAnsi"/>
          <w:b/>
          <w:bCs/>
        </w:rPr>
        <w:t>s</w:t>
      </w:r>
      <w:r w:rsidR="00181A15" w:rsidRPr="00847F66">
        <w:rPr>
          <w:rFonts w:ascii="Aptos Display" w:hAnsi="Aptos Display" w:cstheme="minorHAnsi"/>
          <w:b/>
          <w:bCs/>
        </w:rPr>
        <w:t>p. z o.o., ul. Termalna 1</w:t>
      </w:r>
      <w:r w:rsidR="00D35725" w:rsidRPr="00847F66">
        <w:rPr>
          <w:rFonts w:ascii="Aptos Display" w:hAnsi="Aptos Display" w:cstheme="minorHAnsi"/>
          <w:b/>
          <w:bCs/>
        </w:rPr>
        <w:t>,</w:t>
      </w:r>
      <w:r w:rsidR="00181A15" w:rsidRPr="00847F66">
        <w:rPr>
          <w:rFonts w:ascii="Aptos Display" w:hAnsi="Aptos Display" w:cstheme="minorHAnsi"/>
          <w:b/>
          <w:bCs/>
        </w:rPr>
        <w:t xml:space="preserve"> 61-028 Poznań</w:t>
      </w:r>
      <w:r w:rsidRPr="00847F66">
        <w:rPr>
          <w:rFonts w:ascii="Aptos Display" w:hAnsi="Aptos Display" w:cstheme="minorHAnsi"/>
        </w:rPr>
        <w:t xml:space="preserve">, których przedmiotem jest </w:t>
      </w:r>
      <w:r w:rsidR="005E37EF" w:rsidRPr="00847F66">
        <w:rPr>
          <w:rFonts w:ascii="Aptos Display" w:hAnsi="Aptos Display" w:cstheme="minorHAnsi"/>
          <w:b/>
          <w:bCs/>
        </w:rPr>
        <w:t>dostawa i wymiana poszycia pomostu ruchomego w części sportowej Kompleksu Termy Maltańskie w Poznaniu</w:t>
      </w:r>
      <w:r w:rsidR="00181A15" w:rsidRPr="00847F66">
        <w:rPr>
          <w:rFonts w:ascii="Aptos Display" w:hAnsi="Aptos Display" w:cstheme="minorHAnsi"/>
        </w:rPr>
        <w:t>.</w:t>
      </w:r>
      <w:r w:rsidRPr="00847F66">
        <w:rPr>
          <w:rFonts w:ascii="Aptos Display" w:hAnsi="Aptos Display" w:cstheme="minorHAnsi"/>
        </w:rPr>
        <w:t xml:space="preserve"> </w:t>
      </w:r>
    </w:p>
    <w:p w14:paraId="17604729" w14:textId="7777777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 xml:space="preserve"> </w:t>
      </w:r>
    </w:p>
    <w:p w14:paraId="63969B34" w14:textId="7777777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  <w:b/>
        </w:rPr>
      </w:pPr>
      <w:r w:rsidRPr="00847F66">
        <w:rPr>
          <w:rFonts w:ascii="Aptos Display" w:hAnsi="Aptos Display" w:cstheme="minorHAnsi"/>
          <w:b/>
        </w:rPr>
        <w:t xml:space="preserve">Zgłaszający: </w:t>
      </w:r>
    </w:p>
    <w:p w14:paraId="23CCF348" w14:textId="0B6464F4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Nazwa</w:t>
      </w:r>
      <w:r w:rsidR="00D35725" w:rsidRPr="00847F66">
        <w:rPr>
          <w:rFonts w:ascii="Aptos Display" w:hAnsi="Aptos Display" w:cstheme="minorHAnsi"/>
        </w:rPr>
        <w:t>:</w:t>
      </w:r>
      <w:r w:rsidR="00D35725" w:rsidRPr="00847F66">
        <w:rPr>
          <w:rFonts w:ascii="Aptos Display" w:hAnsi="Aptos Display" w:cstheme="minorHAnsi"/>
        </w:rPr>
        <w:tab/>
      </w:r>
      <w:r w:rsidRPr="00847F66">
        <w:rPr>
          <w:rFonts w:ascii="Aptos Display" w:hAnsi="Aptos Display" w:cstheme="minorHAnsi"/>
        </w:rPr>
        <w:t xml:space="preserve">……………………………..……………………………………………………………….. </w:t>
      </w:r>
    </w:p>
    <w:p w14:paraId="089DDF63" w14:textId="62D47F2B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Adres</w:t>
      </w:r>
      <w:r w:rsidR="00D35725" w:rsidRPr="00847F66">
        <w:rPr>
          <w:rFonts w:ascii="Aptos Display" w:hAnsi="Aptos Display" w:cstheme="minorHAnsi"/>
        </w:rPr>
        <w:t>:</w:t>
      </w:r>
      <w:r w:rsidR="00D35725" w:rsidRPr="00847F66">
        <w:rPr>
          <w:rFonts w:ascii="Aptos Display" w:hAnsi="Aptos Display" w:cstheme="minorHAnsi"/>
        </w:rPr>
        <w:tab/>
      </w:r>
      <w:r w:rsidRPr="00847F66">
        <w:rPr>
          <w:rFonts w:ascii="Aptos Display" w:hAnsi="Aptos Display" w:cstheme="minorHAnsi"/>
        </w:rPr>
        <w:t>……………………………………………...……………………………………………….</w:t>
      </w:r>
    </w:p>
    <w:p w14:paraId="4BFBA6A5" w14:textId="328AC0B7" w:rsidR="00D35725" w:rsidRPr="00847F66" w:rsidRDefault="00D35725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NIP:</w:t>
      </w:r>
      <w:r w:rsidRPr="00847F66">
        <w:rPr>
          <w:rFonts w:ascii="Aptos Display" w:hAnsi="Aptos Display" w:cstheme="minorHAnsi"/>
        </w:rPr>
        <w:tab/>
        <w:t>………………………………………………</w:t>
      </w:r>
      <w:r w:rsidRPr="00847F66">
        <w:rPr>
          <w:rFonts w:ascii="Aptos Display" w:hAnsi="Aptos Display" w:cstheme="minorHAnsi"/>
        </w:rPr>
        <w:tab/>
        <w:t xml:space="preserve">KRS: </w:t>
      </w:r>
      <w:r w:rsidRPr="00847F66">
        <w:rPr>
          <w:rFonts w:ascii="Aptos Display" w:hAnsi="Aptos Display" w:cstheme="minorHAnsi"/>
        </w:rPr>
        <w:tab/>
        <w:t>………………………………………………</w:t>
      </w:r>
    </w:p>
    <w:p w14:paraId="2B8F7E5B" w14:textId="06A57019" w:rsidR="00C85518" w:rsidRPr="00847F66" w:rsidRDefault="00D35725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t</w:t>
      </w:r>
      <w:r w:rsidR="00C85518" w:rsidRPr="00847F66">
        <w:rPr>
          <w:rFonts w:ascii="Aptos Display" w:hAnsi="Aptos Display" w:cstheme="minorHAnsi"/>
        </w:rPr>
        <w:t xml:space="preserve">el. </w:t>
      </w:r>
      <w:r w:rsidRPr="00847F66">
        <w:rPr>
          <w:rFonts w:ascii="Aptos Display" w:hAnsi="Aptos Display" w:cstheme="minorHAnsi"/>
        </w:rPr>
        <w:tab/>
      </w:r>
      <w:r w:rsidR="00C85518" w:rsidRPr="00847F66">
        <w:rPr>
          <w:rFonts w:ascii="Aptos Display" w:hAnsi="Aptos Display" w:cstheme="minorHAnsi"/>
        </w:rPr>
        <w:t>…………………………………..…….……</w:t>
      </w:r>
      <w:r w:rsidRPr="00847F66">
        <w:rPr>
          <w:rFonts w:ascii="Aptos Display" w:hAnsi="Aptos Display" w:cstheme="minorHAnsi"/>
        </w:rPr>
        <w:tab/>
      </w:r>
      <w:r w:rsidR="00C85518" w:rsidRPr="00847F66">
        <w:rPr>
          <w:rFonts w:ascii="Aptos Display" w:hAnsi="Aptos Display" w:cstheme="minorHAnsi"/>
        </w:rPr>
        <w:t>e-mail</w:t>
      </w:r>
      <w:r w:rsidRPr="00847F66">
        <w:rPr>
          <w:rFonts w:ascii="Aptos Display" w:hAnsi="Aptos Display" w:cstheme="minorHAnsi"/>
        </w:rPr>
        <w:t>:</w:t>
      </w:r>
      <w:r w:rsidRPr="00847F66">
        <w:rPr>
          <w:rFonts w:ascii="Aptos Display" w:hAnsi="Aptos Display" w:cstheme="minorHAnsi"/>
        </w:rPr>
        <w:tab/>
        <w:t>………………………………………………</w:t>
      </w:r>
    </w:p>
    <w:p w14:paraId="3AEF3509" w14:textId="7777777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 xml:space="preserve"> </w:t>
      </w:r>
    </w:p>
    <w:p w14:paraId="05D27B28" w14:textId="7777777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  <w:b/>
        </w:rPr>
      </w:pPr>
      <w:r w:rsidRPr="00847F66">
        <w:rPr>
          <w:rFonts w:ascii="Aptos Display" w:hAnsi="Aptos Display" w:cstheme="minorHAnsi"/>
          <w:b/>
        </w:rPr>
        <w:t xml:space="preserve">Dane osoby upoważnionej przez Zgłaszającego do kontaktów: </w:t>
      </w:r>
    </w:p>
    <w:p w14:paraId="76CB5BAF" w14:textId="7777777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 xml:space="preserve">Imię i nazwisko ……………………………………..……………………………………………… </w:t>
      </w:r>
    </w:p>
    <w:p w14:paraId="72894494" w14:textId="7777777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Funkcja ………………………………………………………..………………………………………..</w:t>
      </w:r>
    </w:p>
    <w:p w14:paraId="1718D349" w14:textId="7777777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Tel. ………………………………………….…… e-mail…………………………..……………….</w:t>
      </w:r>
    </w:p>
    <w:p w14:paraId="2E6E5231" w14:textId="7777777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 xml:space="preserve"> </w:t>
      </w:r>
    </w:p>
    <w:p w14:paraId="5953DDE4" w14:textId="77777777" w:rsidR="00C85518" w:rsidRPr="00847F66" w:rsidRDefault="00C85518" w:rsidP="00D35725">
      <w:p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 xml:space="preserve">W związku ze Zgłoszeniem do udziału we Wstępnych Konsultacjach Rynkowych oświadczam, iż: </w:t>
      </w:r>
    </w:p>
    <w:p w14:paraId="01746799" w14:textId="23A7F143" w:rsidR="00C85518" w:rsidRPr="00847F66" w:rsidRDefault="00C85518" w:rsidP="00D35725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jestem należycie umocowany/a do reprezentowania Zgłaszającego, na dowód czego przedkładam dokument potwierdzający moje umocowanie;</w:t>
      </w:r>
    </w:p>
    <w:p w14:paraId="69B6FE0B" w14:textId="77777777" w:rsidR="00C85518" w:rsidRPr="00847F66" w:rsidRDefault="00C85518" w:rsidP="00D35725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zapoznałem się z Regulaminem Przeprowadzania Wstępnych Konsultacji Rynkowych i w całości akceptuję jego postanowienia;</w:t>
      </w:r>
    </w:p>
    <w:p w14:paraId="2C3CE54F" w14:textId="439AC5ED" w:rsidR="00C85518" w:rsidRPr="00847F66" w:rsidRDefault="00C85518" w:rsidP="00D35725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 xml:space="preserve">wyrażam zgodę na przetwarzanie i przechowywanie przez Zamawiającego informacji zawartych w niniejszym Zgłoszeniu dla celów Wstępnych Konsultacji Rynkowych lub Postępowania o udzielenie zamówienia publicznego, którego ww. Konsultacje dotyczą; </w:t>
      </w:r>
    </w:p>
    <w:p w14:paraId="3735C990" w14:textId="436ED2FC" w:rsidR="00C85518" w:rsidRPr="00847F66" w:rsidRDefault="00C85518" w:rsidP="00D35725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 xml:space="preserve">udzielam zgody na wykorzystanie informacji przekazywanych w toku Wstępnych Konsultacji Rynkowych, na potrzeby przeprowadzenia Postępowania, którego przedmiotem jest </w:t>
      </w:r>
      <w:r w:rsidR="00FD538D" w:rsidRPr="00847F66">
        <w:rPr>
          <w:rFonts w:ascii="Aptos Display" w:hAnsi="Aptos Display" w:cstheme="minorHAnsi"/>
          <w:b/>
          <w:bCs/>
        </w:rPr>
        <w:t xml:space="preserve">dostawa </w:t>
      </w:r>
      <w:r w:rsidR="00D35725" w:rsidRPr="00847F66">
        <w:rPr>
          <w:rFonts w:ascii="Aptos Display" w:hAnsi="Aptos Display" w:cstheme="minorHAnsi"/>
          <w:b/>
          <w:bCs/>
        </w:rPr>
        <w:br/>
      </w:r>
      <w:r w:rsidR="00FD538D" w:rsidRPr="00847F66">
        <w:rPr>
          <w:rFonts w:ascii="Aptos Display" w:hAnsi="Aptos Display" w:cstheme="minorHAnsi"/>
          <w:b/>
          <w:bCs/>
        </w:rPr>
        <w:t xml:space="preserve">i wymiana poszycia pomostu ruchomego w części sportowej Kompleksu Termy Maltańskie </w:t>
      </w:r>
      <w:r w:rsidR="00D35725" w:rsidRPr="00847F66">
        <w:rPr>
          <w:rFonts w:ascii="Aptos Display" w:hAnsi="Aptos Display" w:cstheme="minorHAnsi"/>
          <w:b/>
          <w:bCs/>
        </w:rPr>
        <w:br/>
      </w:r>
      <w:r w:rsidR="00FD538D" w:rsidRPr="00847F66">
        <w:rPr>
          <w:rFonts w:ascii="Aptos Display" w:hAnsi="Aptos Display" w:cstheme="minorHAnsi"/>
          <w:b/>
          <w:bCs/>
        </w:rPr>
        <w:t>w Poznaniu</w:t>
      </w:r>
      <w:r w:rsidRPr="00847F66">
        <w:rPr>
          <w:rFonts w:ascii="Aptos Display" w:hAnsi="Aptos Display" w:cstheme="minorHAnsi"/>
        </w:rPr>
        <w:t xml:space="preserve">, z zastrzeżeniem § 3 ust. </w:t>
      </w:r>
      <w:r w:rsidR="0041046D" w:rsidRPr="00847F66">
        <w:rPr>
          <w:rFonts w:ascii="Aptos Display" w:hAnsi="Aptos Display" w:cstheme="minorHAnsi"/>
        </w:rPr>
        <w:t>7</w:t>
      </w:r>
      <w:r w:rsidRPr="00847F66">
        <w:rPr>
          <w:rFonts w:ascii="Aptos Display" w:hAnsi="Aptos Display" w:cstheme="minorHAnsi"/>
        </w:rPr>
        <w:t xml:space="preserve"> Regulaminu Przeprowadzania Wstępnych Konsultacji Rynkowych;</w:t>
      </w:r>
    </w:p>
    <w:p w14:paraId="6C5F4CFA" w14:textId="7DB65DA7" w:rsidR="008C1455" w:rsidRPr="00847F66" w:rsidRDefault="00C85518" w:rsidP="00D35725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lastRenderedPageBreak/>
        <w:t>w załączeniu składam następujące dokumenty:</w:t>
      </w:r>
    </w:p>
    <w:p w14:paraId="4B474241" w14:textId="0824D576" w:rsidR="008C1455" w:rsidRPr="00847F66" w:rsidRDefault="008C1455" w:rsidP="00D3572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……………………………………………</w:t>
      </w:r>
    </w:p>
    <w:p w14:paraId="7640F6A4" w14:textId="09C7070F" w:rsidR="008C1455" w:rsidRPr="00847F66" w:rsidRDefault="008C1455" w:rsidP="00D3572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……………………………………………</w:t>
      </w:r>
    </w:p>
    <w:p w14:paraId="0035C50A" w14:textId="1BDDBF59" w:rsidR="008C1455" w:rsidRPr="00847F66" w:rsidRDefault="008C1455" w:rsidP="00D3572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ptos Display" w:hAnsi="Aptos Display" w:cstheme="minorHAnsi"/>
        </w:rPr>
      </w:pPr>
      <w:r w:rsidRPr="00847F66">
        <w:rPr>
          <w:rFonts w:ascii="Aptos Display" w:hAnsi="Aptos Display" w:cstheme="minorHAnsi"/>
        </w:rPr>
        <w:t>……………………………………………</w:t>
      </w:r>
    </w:p>
    <w:p w14:paraId="26635786" w14:textId="77777777" w:rsidR="008C1455" w:rsidRPr="00847F66" w:rsidRDefault="008C1455" w:rsidP="00D35725">
      <w:pPr>
        <w:spacing w:after="0" w:line="360" w:lineRule="auto"/>
        <w:jc w:val="both"/>
        <w:rPr>
          <w:rFonts w:ascii="Aptos Display" w:hAnsi="Aptos Display" w:cstheme="minorHAnsi"/>
        </w:rPr>
      </w:pPr>
    </w:p>
    <w:p w14:paraId="3851925B" w14:textId="77777777" w:rsidR="008C1455" w:rsidRPr="00847F66" w:rsidRDefault="008C1455" w:rsidP="00D35725">
      <w:pPr>
        <w:spacing w:after="0" w:line="360" w:lineRule="auto"/>
        <w:jc w:val="both"/>
        <w:rPr>
          <w:rFonts w:ascii="Aptos Display" w:hAnsi="Aptos Display" w:cstheme="minorHAnsi"/>
        </w:rPr>
      </w:pPr>
    </w:p>
    <w:p w14:paraId="3DEFBB0D" w14:textId="77777777" w:rsidR="008C1455" w:rsidRPr="00847F66" w:rsidRDefault="008C1455" w:rsidP="00D35725">
      <w:pPr>
        <w:spacing w:after="0" w:line="360" w:lineRule="auto"/>
        <w:jc w:val="both"/>
        <w:rPr>
          <w:rFonts w:ascii="Aptos Display" w:hAnsi="Aptos Display" w:cstheme="minorHAnsi"/>
        </w:rPr>
      </w:pPr>
    </w:p>
    <w:sectPr w:rsidR="008C1455" w:rsidRPr="00847F66" w:rsidSect="0030727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29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2C0DE" w14:textId="77777777" w:rsidR="000E37DB" w:rsidRDefault="000E37DB" w:rsidP="007D3F13">
      <w:pPr>
        <w:spacing w:after="0" w:line="240" w:lineRule="auto"/>
      </w:pPr>
      <w:r>
        <w:separator/>
      </w:r>
    </w:p>
  </w:endnote>
  <w:endnote w:type="continuationSeparator" w:id="0">
    <w:p w14:paraId="0E47D4C4" w14:textId="77777777" w:rsidR="000E37DB" w:rsidRDefault="000E37DB" w:rsidP="007D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F7AEE" w14:textId="77777777" w:rsidR="000B04D1" w:rsidRDefault="000B04D1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537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A537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FFBD6FA" w14:textId="77777777" w:rsidR="000B04D1" w:rsidRDefault="000B04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ED0E1" w14:textId="77777777" w:rsidR="000B04D1" w:rsidRDefault="000B04D1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537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A537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BD04073" w14:textId="77777777" w:rsidR="000B04D1" w:rsidRDefault="000B04D1" w:rsidP="00307277">
    <w:pPr>
      <w:pStyle w:val="Stopka"/>
      <w:tabs>
        <w:tab w:val="clear" w:pos="4536"/>
        <w:tab w:val="clear" w:pos="9072"/>
        <w:tab w:val="left" w:pos="9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179D5" w14:textId="77777777" w:rsidR="000E37DB" w:rsidRDefault="000E37DB" w:rsidP="007D3F13">
      <w:pPr>
        <w:spacing w:after="0" w:line="240" w:lineRule="auto"/>
      </w:pPr>
      <w:r>
        <w:separator/>
      </w:r>
    </w:p>
  </w:footnote>
  <w:footnote w:type="continuationSeparator" w:id="0">
    <w:p w14:paraId="22F932A4" w14:textId="77777777" w:rsidR="000E37DB" w:rsidRDefault="000E37DB" w:rsidP="007D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7B05B" w14:textId="77777777" w:rsidR="000B04D1" w:rsidRDefault="00847F66">
    <w:pPr>
      <w:pStyle w:val="Nagwek"/>
    </w:pPr>
    <w:r>
      <w:rPr>
        <w:noProof/>
        <w:lang w:eastAsia="pl-PL"/>
      </w:rPr>
      <w:pict w14:anchorId="258D0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80127" o:spid="_x0000_s1035" type="#_x0000_t75" style="position:absolute;margin-left:0;margin-top:0;width:719.9pt;height:869.9pt;z-index:-251659776;mso-position-horizontal:center;mso-position-horizontal-relative:margin;mso-position-vertical:center;mso-position-vertical-relative:margin" o:allowincell="f">
          <v:imagedata r:id="rId1" o:title="TERMY MALTAŃSK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C547D" w14:textId="77777777" w:rsidR="000B04D1" w:rsidRDefault="000B04D1" w:rsidP="00F44BC9">
    <w:pPr>
      <w:pStyle w:val="Nagwek"/>
    </w:pPr>
  </w:p>
  <w:p w14:paraId="1C520C5D" w14:textId="77777777" w:rsidR="000B04D1" w:rsidRDefault="00BE637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2D6EF07F" wp14:editId="140D13A1">
              <wp:simplePos x="0" y="0"/>
              <wp:positionH relativeFrom="column">
                <wp:posOffset>-434975</wp:posOffset>
              </wp:positionH>
              <wp:positionV relativeFrom="paragraph">
                <wp:posOffset>9405620</wp:posOffset>
              </wp:positionV>
              <wp:extent cx="6738620" cy="58674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8620" cy="5867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4B121" w14:textId="77777777" w:rsidR="000B04D1" w:rsidRPr="00DA0B40" w:rsidRDefault="000B04D1" w:rsidP="00307277">
                          <w:pPr>
                            <w:pStyle w:val="Bezodstpw"/>
                            <w:ind w:firstLine="284"/>
                            <w:jc w:val="both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Termy Maltańskie Sp. z o.o. </w:t>
                          </w:r>
                        </w:p>
                        <w:p w14:paraId="3EEC40FD" w14:textId="77777777" w:rsidR="000B04D1" w:rsidRPr="00FB22CC" w:rsidRDefault="000B04D1" w:rsidP="00307277">
                          <w:pPr>
                            <w:pStyle w:val="Bezodstpw"/>
                            <w:ind w:firstLine="284"/>
                            <w:jc w:val="both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ul. Termalna 1, 61 – 028, Poznań, Tel. </w:t>
                          </w:r>
                          <w:r w:rsidRPr="00FB22CC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+48 61 858 01 00, Fax:+</w:t>
                          </w:r>
                          <w:r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48</w:t>
                          </w:r>
                          <w:r w:rsidRPr="00FB22CC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 61 624 34 32, www.termymaltanskie.com.pl </w:t>
                          </w:r>
                        </w:p>
                        <w:p w14:paraId="08860973" w14:textId="77777777" w:rsidR="000B04D1" w:rsidRPr="00DA0B40" w:rsidRDefault="000B04D1" w:rsidP="00307277">
                          <w:pPr>
                            <w:pStyle w:val="Bezodstpw"/>
                            <w:ind w:firstLine="284"/>
                            <w:jc w:val="center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Sąd Rejonowy Poznań - Nowe Miasto i Wilda w Poznaniu, VIII Wydział KRS, KRS: 0000114386</w:t>
                          </w:r>
                          <w:r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,</w:t>
                          </w: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 NIP: 778-14-01-096</w:t>
                          </w:r>
                          <w:r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,</w:t>
                          </w: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 xml:space="preserve"> REGON: 634355755</w:t>
                          </w:r>
                          <w:r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,</w:t>
                          </w:r>
                        </w:p>
                        <w:p w14:paraId="19252499" w14:textId="77777777" w:rsidR="000B04D1" w:rsidRPr="00DA0B40" w:rsidRDefault="000B04D1" w:rsidP="00307277">
                          <w:pPr>
                            <w:pStyle w:val="Bezodstpw"/>
                            <w:ind w:firstLine="284"/>
                            <w:jc w:val="both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  <w:r w:rsidRPr="00DA0B40"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  <w:t>Kapitał zakładowy 41.609.600,00 zł</w:t>
                          </w:r>
                        </w:p>
                        <w:p w14:paraId="40F9AE51" w14:textId="77777777" w:rsidR="000B04D1" w:rsidRPr="00C74DF7" w:rsidRDefault="000B04D1" w:rsidP="00307277">
                          <w:pPr>
                            <w:ind w:firstLine="284"/>
                            <w:rPr>
                              <w:rFonts w:ascii="Arial" w:hAnsi="Arial" w:cs="Arial"/>
                              <w:color w:val="234792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6EF07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4.25pt;margin-top:740.6pt;width:530.6pt;height:4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" stroked="f">
              <v:fill opacity="0"/>
              <v:textbox>
                <w:txbxContent>
                  <w:p w14:paraId="7164B121" w14:textId="77777777" w:rsidR="000B04D1" w:rsidRPr="00DA0B40" w:rsidRDefault="000B04D1" w:rsidP="00307277">
                    <w:pPr>
                      <w:pStyle w:val="Bezodstpw"/>
                      <w:ind w:firstLine="284"/>
                      <w:jc w:val="both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Termy Maltańskie Sp. z o.o. </w:t>
                    </w:r>
                  </w:p>
                  <w:p w14:paraId="3EEC40FD" w14:textId="77777777" w:rsidR="000B04D1" w:rsidRPr="00FB22CC" w:rsidRDefault="000B04D1" w:rsidP="00307277">
                    <w:pPr>
                      <w:pStyle w:val="Bezodstpw"/>
                      <w:ind w:firstLine="284"/>
                      <w:jc w:val="both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ul. Termalna 1, 61 – 028, Poznań, Tel. </w:t>
                    </w:r>
                    <w:r w:rsidRPr="00FB22CC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+48 61 858 01 00, Fax:+</w:t>
                    </w:r>
                    <w:r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48</w:t>
                    </w:r>
                    <w:r w:rsidRPr="00FB22CC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 61 624 34 32, www.termymaltanskie.com.pl </w:t>
                    </w:r>
                  </w:p>
                  <w:p w14:paraId="08860973" w14:textId="77777777" w:rsidR="000B04D1" w:rsidRPr="00DA0B40" w:rsidRDefault="000B04D1" w:rsidP="00307277">
                    <w:pPr>
                      <w:pStyle w:val="Bezodstpw"/>
                      <w:ind w:firstLine="284"/>
                      <w:jc w:val="center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Sąd Rejonowy Poznań - Nowe Miasto i Wilda w Poznaniu, VIII Wydział KRS, KRS: 0000114386</w:t>
                    </w:r>
                    <w:r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,</w:t>
                    </w: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 NIP: 778-14-01-096</w:t>
                    </w:r>
                    <w:r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,</w:t>
                    </w: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 xml:space="preserve"> REGON: 634355755</w:t>
                    </w:r>
                    <w:r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,</w:t>
                    </w:r>
                  </w:p>
                  <w:p w14:paraId="19252499" w14:textId="77777777" w:rsidR="000B04D1" w:rsidRPr="00DA0B40" w:rsidRDefault="000B04D1" w:rsidP="00307277">
                    <w:pPr>
                      <w:pStyle w:val="Bezodstpw"/>
                      <w:ind w:firstLine="284"/>
                      <w:jc w:val="both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  <w:r w:rsidRPr="00DA0B40"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  <w:t>Kapitał zakładowy 41.609.600,00 zł</w:t>
                    </w:r>
                  </w:p>
                  <w:p w14:paraId="40F9AE51" w14:textId="77777777" w:rsidR="000B04D1" w:rsidRPr="00C74DF7" w:rsidRDefault="000B04D1" w:rsidP="00307277">
                    <w:pPr>
                      <w:ind w:firstLine="284"/>
                      <w:rPr>
                        <w:rFonts w:ascii="Arial" w:hAnsi="Arial" w:cs="Arial"/>
                        <w:color w:val="234792"/>
                        <w:sz w:val="16"/>
                        <w:szCs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 w:rsidR="00847F66">
      <w:rPr>
        <w:noProof/>
        <w:lang w:eastAsia="pl-PL"/>
      </w:rPr>
      <w:pict w14:anchorId="54B6B2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80128" o:spid="_x0000_s1036" type="#_x0000_t75" style="position:absolute;margin-left:0;margin-top:0;width:719.9pt;height:869.9pt;z-index:-251658752;mso-position-horizontal:center;mso-position-horizontal-relative:margin;mso-position-vertical:center;mso-position-vertical-relative:margin" o:allowincell="f">
          <v:imagedata r:id="rId1" o:title="TERMY MALTAŃSKI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36159" w14:textId="77777777" w:rsidR="000B04D1" w:rsidRDefault="00BE637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7FF055C1" wp14:editId="58DF1580">
          <wp:simplePos x="0" y="0"/>
          <wp:positionH relativeFrom="page">
            <wp:align>left</wp:align>
          </wp:positionH>
          <wp:positionV relativeFrom="paragraph">
            <wp:posOffset>-358775</wp:posOffset>
          </wp:positionV>
          <wp:extent cx="2707640" cy="1104265"/>
          <wp:effectExtent l="0" t="0" r="0" b="0"/>
          <wp:wrapNone/>
          <wp:docPr id="18" name="Obraz 18" descr="logo poziome 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 poziome T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7640" cy="1104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7F66">
      <w:rPr>
        <w:noProof/>
        <w:lang w:eastAsia="pl-PL"/>
      </w:rPr>
      <w:pict w14:anchorId="7F4E14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680126" o:spid="_x0000_s1034" type="#_x0000_t75" style="position:absolute;margin-left:0;margin-top:0;width:719.9pt;height:869.9pt;z-index:-251660800;mso-position-horizontal:center;mso-position-horizontal-relative:margin;mso-position-vertical:center;mso-position-vertical-relative:margin" o:allowincell="f">
          <v:imagedata r:id="rId2" o:title="TERMY MALTAŃSK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241C3"/>
    <w:multiLevelType w:val="hybridMultilevel"/>
    <w:tmpl w:val="45CC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F47C8"/>
    <w:multiLevelType w:val="hybridMultilevel"/>
    <w:tmpl w:val="D6A62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411CE"/>
    <w:multiLevelType w:val="hybridMultilevel"/>
    <w:tmpl w:val="65E8F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55447"/>
    <w:multiLevelType w:val="hybridMultilevel"/>
    <w:tmpl w:val="E3F49912"/>
    <w:lvl w:ilvl="0" w:tplc="91141B26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A678C4"/>
    <w:multiLevelType w:val="hybridMultilevel"/>
    <w:tmpl w:val="914806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94539"/>
    <w:multiLevelType w:val="hybridMultilevel"/>
    <w:tmpl w:val="A296BD84"/>
    <w:lvl w:ilvl="0" w:tplc="1584B21E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34C232C"/>
    <w:multiLevelType w:val="hybridMultilevel"/>
    <w:tmpl w:val="975AFB72"/>
    <w:lvl w:ilvl="0" w:tplc="299823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9154C"/>
    <w:multiLevelType w:val="hybridMultilevel"/>
    <w:tmpl w:val="13E82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52402"/>
    <w:multiLevelType w:val="hybridMultilevel"/>
    <w:tmpl w:val="272C1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A6D0B"/>
    <w:multiLevelType w:val="hybridMultilevel"/>
    <w:tmpl w:val="3E140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239B7"/>
    <w:multiLevelType w:val="hybridMultilevel"/>
    <w:tmpl w:val="CC5A1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F4F47"/>
    <w:multiLevelType w:val="hybridMultilevel"/>
    <w:tmpl w:val="998894BC"/>
    <w:lvl w:ilvl="0" w:tplc="8E200CCA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85865C0"/>
    <w:multiLevelType w:val="hybridMultilevel"/>
    <w:tmpl w:val="6708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D1E12"/>
    <w:multiLevelType w:val="hybridMultilevel"/>
    <w:tmpl w:val="F6D4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619F4"/>
    <w:multiLevelType w:val="hybridMultilevel"/>
    <w:tmpl w:val="05A4B2A6"/>
    <w:lvl w:ilvl="0" w:tplc="BC709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B5A26"/>
    <w:multiLevelType w:val="hybridMultilevel"/>
    <w:tmpl w:val="60B80E4E"/>
    <w:lvl w:ilvl="0" w:tplc="FC94763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559216">
    <w:abstractNumId w:val="16"/>
  </w:num>
  <w:num w:numId="2" w16cid:durableId="1203322068">
    <w:abstractNumId w:val="1"/>
  </w:num>
  <w:num w:numId="3" w16cid:durableId="226691742">
    <w:abstractNumId w:val="14"/>
  </w:num>
  <w:num w:numId="4" w16cid:durableId="1652250613">
    <w:abstractNumId w:val="13"/>
  </w:num>
  <w:num w:numId="5" w16cid:durableId="10166181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1560899">
    <w:abstractNumId w:val="8"/>
  </w:num>
  <w:num w:numId="7" w16cid:durableId="846794736">
    <w:abstractNumId w:val="0"/>
  </w:num>
  <w:num w:numId="8" w16cid:durableId="28838775">
    <w:abstractNumId w:val="2"/>
  </w:num>
  <w:num w:numId="9" w16cid:durableId="513305103">
    <w:abstractNumId w:val="4"/>
  </w:num>
  <w:num w:numId="10" w16cid:durableId="795871173">
    <w:abstractNumId w:val="6"/>
  </w:num>
  <w:num w:numId="11" w16cid:durableId="1958636674">
    <w:abstractNumId w:val="12"/>
  </w:num>
  <w:num w:numId="12" w16cid:durableId="246766313">
    <w:abstractNumId w:val="15"/>
  </w:num>
  <w:num w:numId="13" w16cid:durableId="644554815">
    <w:abstractNumId w:val="7"/>
  </w:num>
  <w:num w:numId="14" w16cid:durableId="1089817285">
    <w:abstractNumId w:val="3"/>
  </w:num>
  <w:num w:numId="15" w16cid:durableId="1307515309">
    <w:abstractNumId w:val="9"/>
  </w:num>
  <w:num w:numId="16" w16cid:durableId="1907447490">
    <w:abstractNumId w:val="5"/>
  </w:num>
  <w:num w:numId="17" w16cid:durableId="291861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77"/>
    <w:rsid w:val="00006A85"/>
    <w:rsid w:val="0002515D"/>
    <w:rsid w:val="000412AC"/>
    <w:rsid w:val="000439C1"/>
    <w:rsid w:val="00047E10"/>
    <w:rsid w:val="000616B4"/>
    <w:rsid w:val="00061EEB"/>
    <w:rsid w:val="00062071"/>
    <w:rsid w:val="00071236"/>
    <w:rsid w:val="0009207C"/>
    <w:rsid w:val="00093CB1"/>
    <w:rsid w:val="000A1A1D"/>
    <w:rsid w:val="000A3C12"/>
    <w:rsid w:val="000A62B3"/>
    <w:rsid w:val="000A6F76"/>
    <w:rsid w:val="000B04D1"/>
    <w:rsid w:val="000B23EC"/>
    <w:rsid w:val="000B2E99"/>
    <w:rsid w:val="000B3780"/>
    <w:rsid w:val="000C5E8B"/>
    <w:rsid w:val="000C7234"/>
    <w:rsid w:val="000D23EF"/>
    <w:rsid w:val="000D31EE"/>
    <w:rsid w:val="000D47AD"/>
    <w:rsid w:val="000D5431"/>
    <w:rsid w:val="000E0153"/>
    <w:rsid w:val="000E37DB"/>
    <w:rsid w:val="000E4D53"/>
    <w:rsid w:val="000E56CE"/>
    <w:rsid w:val="000E5892"/>
    <w:rsid w:val="000E6BC1"/>
    <w:rsid w:val="000E6D2F"/>
    <w:rsid w:val="000F101C"/>
    <w:rsid w:val="001043CC"/>
    <w:rsid w:val="00112F1A"/>
    <w:rsid w:val="001256E5"/>
    <w:rsid w:val="00133BA9"/>
    <w:rsid w:val="00140749"/>
    <w:rsid w:val="00154FDB"/>
    <w:rsid w:val="001616A2"/>
    <w:rsid w:val="00174A94"/>
    <w:rsid w:val="00175945"/>
    <w:rsid w:val="00181A15"/>
    <w:rsid w:val="001A1B81"/>
    <w:rsid w:val="001A212A"/>
    <w:rsid w:val="001B2E1D"/>
    <w:rsid w:val="001B3299"/>
    <w:rsid w:val="001B60F5"/>
    <w:rsid w:val="001C1EB4"/>
    <w:rsid w:val="001F55A3"/>
    <w:rsid w:val="00201B3A"/>
    <w:rsid w:val="00202898"/>
    <w:rsid w:val="00212C14"/>
    <w:rsid w:val="0022606F"/>
    <w:rsid w:val="00226AE8"/>
    <w:rsid w:val="0023231A"/>
    <w:rsid w:val="00232B67"/>
    <w:rsid w:val="002338E3"/>
    <w:rsid w:val="00234B73"/>
    <w:rsid w:val="0024098C"/>
    <w:rsid w:val="00252A45"/>
    <w:rsid w:val="00256140"/>
    <w:rsid w:val="0026106D"/>
    <w:rsid w:val="00266C4F"/>
    <w:rsid w:val="00271126"/>
    <w:rsid w:val="00272E42"/>
    <w:rsid w:val="002753BD"/>
    <w:rsid w:val="00275F9D"/>
    <w:rsid w:val="00280D8E"/>
    <w:rsid w:val="002A5377"/>
    <w:rsid w:val="002B3404"/>
    <w:rsid w:val="002C09D0"/>
    <w:rsid w:val="002C59FC"/>
    <w:rsid w:val="002D2100"/>
    <w:rsid w:val="002D65FD"/>
    <w:rsid w:val="002E5849"/>
    <w:rsid w:val="00305E28"/>
    <w:rsid w:val="00307277"/>
    <w:rsid w:val="00311896"/>
    <w:rsid w:val="00320DF9"/>
    <w:rsid w:val="00327395"/>
    <w:rsid w:val="00334ABE"/>
    <w:rsid w:val="00337423"/>
    <w:rsid w:val="00353A9C"/>
    <w:rsid w:val="003642BA"/>
    <w:rsid w:val="00380774"/>
    <w:rsid w:val="00382686"/>
    <w:rsid w:val="00384913"/>
    <w:rsid w:val="003A5A40"/>
    <w:rsid w:val="003C7E99"/>
    <w:rsid w:val="003D1EEB"/>
    <w:rsid w:val="003D4E2A"/>
    <w:rsid w:val="003E037D"/>
    <w:rsid w:val="003E1154"/>
    <w:rsid w:val="003F08DA"/>
    <w:rsid w:val="003F2AE8"/>
    <w:rsid w:val="003F2BC3"/>
    <w:rsid w:val="003F2DD8"/>
    <w:rsid w:val="003F6A81"/>
    <w:rsid w:val="0041046D"/>
    <w:rsid w:val="0041711B"/>
    <w:rsid w:val="00433CD0"/>
    <w:rsid w:val="00434259"/>
    <w:rsid w:val="004423B5"/>
    <w:rsid w:val="0046022B"/>
    <w:rsid w:val="004621FE"/>
    <w:rsid w:val="00470323"/>
    <w:rsid w:val="00481EAA"/>
    <w:rsid w:val="0048204F"/>
    <w:rsid w:val="00491428"/>
    <w:rsid w:val="00494F28"/>
    <w:rsid w:val="004959E1"/>
    <w:rsid w:val="00496637"/>
    <w:rsid w:val="004A03ED"/>
    <w:rsid w:val="004A078D"/>
    <w:rsid w:val="004E38B2"/>
    <w:rsid w:val="004F5E96"/>
    <w:rsid w:val="00501A7E"/>
    <w:rsid w:val="005113A4"/>
    <w:rsid w:val="00512E9C"/>
    <w:rsid w:val="00513684"/>
    <w:rsid w:val="0053084F"/>
    <w:rsid w:val="00531091"/>
    <w:rsid w:val="0053119F"/>
    <w:rsid w:val="00546BF4"/>
    <w:rsid w:val="005523B6"/>
    <w:rsid w:val="00556BA9"/>
    <w:rsid w:val="005654C5"/>
    <w:rsid w:val="00570A11"/>
    <w:rsid w:val="0057211E"/>
    <w:rsid w:val="00572478"/>
    <w:rsid w:val="00580D9B"/>
    <w:rsid w:val="00580FF5"/>
    <w:rsid w:val="005851F0"/>
    <w:rsid w:val="00586BB0"/>
    <w:rsid w:val="00587BA8"/>
    <w:rsid w:val="005B38A3"/>
    <w:rsid w:val="005C1BB0"/>
    <w:rsid w:val="005D1C07"/>
    <w:rsid w:val="005E37EF"/>
    <w:rsid w:val="005F0D1E"/>
    <w:rsid w:val="005F12CF"/>
    <w:rsid w:val="005F63B8"/>
    <w:rsid w:val="005F663C"/>
    <w:rsid w:val="005F6CCC"/>
    <w:rsid w:val="00603D46"/>
    <w:rsid w:val="00605088"/>
    <w:rsid w:val="00622A46"/>
    <w:rsid w:val="0063461C"/>
    <w:rsid w:val="0063662C"/>
    <w:rsid w:val="006545BA"/>
    <w:rsid w:val="00661DE0"/>
    <w:rsid w:val="00662A84"/>
    <w:rsid w:val="00690F44"/>
    <w:rsid w:val="006934C0"/>
    <w:rsid w:val="00694A17"/>
    <w:rsid w:val="00696DA4"/>
    <w:rsid w:val="006A2E41"/>
    <w:rsid w:val="006B4E12"/>
    <w:rsid w:val="006C559B"/>
    <w:rsid w:val="006D2642"/>
    <w:rsid w:val="006D5848"/>
    <w:rsid w:val="006E09D5"/>
    <w:rsid w:val="006E101D"/>
    <w:rsid w:val="006F0944"/>
    <w:rsid w:val="006F7DE5"/>
    <w:rsid w:val="00710898"/>
    <w:rsid w:val="00722450"/>
    <w:rsid w:val="007323FD"/>
    <w:rsid w:val="007337BD"/>
    <w:rsid w:val="00735FF5"/>
    <w:rsid w:val="00744453"/>
    <w:rsid w:val="007505F6"/>
    <w:rsid w:val="007569E8"/>
    <w:rsid w:val="007575F2"/>
    <w:rsid w:val="00773384"/>
    <w:rsid w:val="00777429"/>
    <w:rsid w:val="00786230"/>
    <w:rsid w:val="00793B92"/>
    <w:rsid w:val="007965D8"/>
    <w:rsid w:val="007B6A1A"/>
    <w:rsid w:val="007B6D98"/>
    <w:rsid w:val="007C332F"/>
    <w:rsid w:val="007C661C"/>
    <w:rsid w:val="007D3F13"/>
    <w:rsid w:val="007F0899"/>
    <w:rsid w:val="00801F27"/>
    <w:rsid w:val="00814896"/>
    <w:rsid w:val="00830527"/>
    <w:rsid w:val="008358CF"/>
    <w:rsid w:val="008367A5"/>
    <w:rsid w:val="008479F1"/>
    <w:rsid w:val="00847F66"/>
    <w:rsid w:val="008569A6"/>
    <w:rsid w:val="00865157"/>
    <w:rsid w:val="0086768C"/>
    <w:rsid w:val="00873244"/>
    <w:rsid w:val="00876653"/>
    <w:rsid w:val="008811D0"/>
    <w:rsid w:val="0088406D"/>
    <w:rsid w:val="00895A8B"/>
    <w:rsid w:val="008A47B9"/>
    <w:rsid w:val="008A4891"/>
    <w:rsid w:val="008A6792"/>
    <w:rsid w:val="008B2648"/>
    <w:rsid w:val="008B59D3"/>
    <w:rsid w:val="008C1455"/>
    <w:rsid w:val="008C502C"/>
    <w:rsid w:val="008C5407"/>
    <w:rsid w:val="008E63EC"/>
    <w:rsid w:val="008F13CB"/>
    <w:rsid w:val="008F3067"/>
    <w:rsid w:val="0092029C"/>
    <w:rsid w:val="0092061C"/>
    <w:rsid w:val="00922379"/>
    <w:rsid w:val="00923F2F"/>
    <w:rsid w:val="00942CEF"/>
    <w:rsid w:val="009456EC"/>
    <w:rsid w:val="0095080C"/>
    <w:rsid w:val="0096046F"/>
    <w:rsid w:val="0097360C"/>
    <w:rsid w:val="00975299"/>
    <w:rsid w:val="00977934"/>
    <w:rsid w:val="009811F7"/>
    <w:rsid w:val="00986FA6"/>
    <w:rsid w:val="00987CB4"/>
    <w:rsid w:val="009A03EB"/>
    <w:rsid w:val="009A3DAB"/>
    <w:rsid w:val="009B59F0"/>
    <w:rsid w:val="009B5F26"/>
    <w:rsid w:val="009C0AD8"/>
    <w:rsid w:val="009C46FB"/>
    <w:rsid w:val="009D7E2D"/>
    <w:rsid w:val="009E735F"/>
    <w:rsid w:val="009F1C1F"/>
    <w:rsid w:val="009F3892"/>
    <w:rsid w:val="009F396D"/>
    <w:rsid w:val="009F3F61"/>
    <w:rsid w:val="009F51E2"/>
    <w:rsid w:val="009F75ED"/>
    <w:rsid w:val="00A02AAA"/>
    <w:rsid w:val="00A04416"/>
    <w:rsid w:val="00A04566"/>
    <w:rsid w:val="00A060B5"/>
    <w:rsid w:val="00A166C2"/>
    <w:rsid w:val="00A323F0"/>
    <w:rsid w:val="00A33ED1"/>
    <w:rsid w:val="00A537CD"/>
    <w:rsid w:val="00A725B3"/>
    <w:rsid w:val="00A72D51"/>
    <w:rsid w:val="00A7350E"/>
    <w:rsid w:val="00A73D57"/>
    <w:rsid w:val="00A75154"/>
    <w:rsid w:val="00A858A1"/>
    <w:rsid w:val="00A96E8D"/>
    <w:rsid w:val="00A9773B"/>
    <w:rsid w:val="00AB1472"/>
    <w:rsid w:val="00AB16A2"/>
    <w:rsid w:val="00AB5BEF"/>
    <w:rsid w:val="00AC7EA7"/>
    <w:rsid w:val="00AD03CD"/>
    <w:rsid w:val="00AD75A2"/>
    <w:rsid w:val="00AE3DBB"/>
    <w:rsid w:val="00AE58E8"/>
    <w:rsid w:val="00AE75D7"/>
    <w:rsid w:val="00AF175A"/>
    <w:rsid w:val="00AF3CF8"/>
    <w:rsid w:val="00AF7B08"/>
    <w:rsid w:val="00B10DFB"/>
    <w:rsid w:val="00B111A0"/>
    <w:rsid w:val="00B217F2"/>
    <w:rsid w:val="00B44C3A"/>
    <w:rsid w:val="00B5454B"/>
    <w:rsid w:val="00B62A20"/>
    <w:rsid w:val="00B92890"/>
    <w:rsid w:val="00B95224"/>
    <w:rsid w:val="00B95C19"/>
    <w:rsid w:val="00B96B07"/>
    <w:rsid w:val="00B9727B"/>
    <w:rsid w:val="00BA3DB1"/>
    <w:rsid w:val="00BA460F"/>
    <w:rsid w:val="00BB5790"/>
    <w:rsid w:val="00BC1B8B"/>
    <w:rsid w:val="00BC3D60"/>
    <w:rsid w:val="00BC4648"/>
    <w:rsid w:val="00BC7F26"/>
    <w:rsid w:val="00BD1A12"/>
    <w:rsid w:val="00BD4757"/>
    <w:rsid w:val="00BD7F1F"/>
    <w:rsid w:val="00BE2490"/>
    <w:rsid w:val="00BE4B08"/>
    <w:rsid w:val="00BE5B83"/>
    <w:rsid w:val="00BE637B"/>
    <w:rsid w:val="00BF15AB"/>
    <w:rsid w:val="00BF3E13"/>
    <w:rsid w:val="00C011A4"/>
    <w:rsid w:val="00C21F50"/>
    <w:rsid w:val="00C26733"/>
    <w:rsid w:val="00C31239"/>
    <w:rsid w:val="00C360EB"/>
    <w:rsid w:val="00C37726"/>
    <w:rsid w:val="00C50DA7"/>
    <w:rsid w:val="00C51EF3"/>
    <w:rsid w:val="00C56B35"/>
    <w:rsid w:val="00C725D6"/>
    <w:rsid w:val="00C8006D"/>
    <w:rsid w:val="00C85518"/>
    <w:rsid w:val="00C92E3E"/>
    <w:rsid w:val="00CA0AD6"/>
    <w:rsid w:val="00CA507E"/>
    <w:rsid w:val="00CB5B3A"/>
    <w:rsid w:val="00CB62D0"/>
    <w:rsid w:val="00CD28D2"/>
    <w:rsid w:val="00CE67E9"/>
    <w:rsid w:val="00CF34E6"/>
    <w:rsid w:val="00D0639A"/>
    <w:rsid w:val="00D0641B"/>
    <w:rsid w:val="00D125C7"/>
    <w:rsid w:val="00D1297F"/>
    <w:rsid w:val="00D24C50"/>
    <w:rsid w:val="00D35725"/>
    <w:rsid w:val="00D374D5"/>
    <w:rsid w:val="00D45C2E"/>
    <w:rsid w:val="00D52EBC"/>
    <w:rsid w:val="00D57BB3"/>
    <w:rsid w:val="00D723BA"/>
    <w:rsid w:val="00D7776C"/>
    <w:rsid w:val="00D86DD8"/>
    <w:rsid w:val="00D8767A"/>
    <w:rsid w:val="00D9088F"/>
    <w:rsid w:val="00D934DC"/>
    <w:rsid w:val="00D95E72"/>
    <w:rsid w:val="00DA0F9E"/>
    <w:rsid w:val="00DA1FF1"/>
    <w:rsid w:val="00DA6654"/>
    <w:rsid w:val="00DC35D0"/>
    <w:rsid w:val="00DC62C4"/>
    <w:rsid w:val="00DD6BEA"/>
    <w:rsid w:val="00DE49C4"/>
    <w:rsid w:val="00DF0948"/>
    <w:rsid w:val="00DF1EF0"/>
    <w:rsid w:val="00E060AC"/>
    <w:rsid w:val="00E23F5E"/>
    <w:rsid w:val="00E473E5"/>
    <w:rsid w:val="00E50F88"/>
    <w:rsid w:val="00E5274D"/>
    <w:rsid w:val="00E54407"/>
    <w:rsid w:val="00E5771E"/>
    <w:rsid w:val="00E60409"/>
    <w:rsid w:val="00E61E71"/>
    <w:rsid w:val="00E62430"/>
    <w:rsid w:val="00E764F5"/>
    <w:rsid w:val="00E82D4D"/>
    <w:rsid w:val="00E82FB8"/>
    <w:rsid w:val="00E83CC6"/>
    <w:rsid w:val="00EB031C"/>
    <w:rsid w:val="00EB191F"/>
    <w:rsid w:val="00EB6DFF"/>
    <w:rsid w:val="00EB7083"/>
    <w:rsid w:val="00EB7C9C"/>
    <w:rsid w:val="00EC2BA3"/>
    <w:rsid w:val="00EC41DB"/>
    <w:rsid w:val="00ED1C9F"/>
    <w:rsid w:val="00ED507A"/>
    <w:rsid w:val="00EE493D"/>
    <w:rsid w:val="00EE6996"/>
    <w:rsid w:val="00EF74C9"/>
    <w:rsid w:val="00F0175C"/>
    <w:rsid w:val="00F12696"/>
    <w:rsid w:val="00F27317"/>
    <w:rsid w:val="00F37EA0"/>
    <w:rsid w:val="00F403CA"/>
    <w:rsid w:val="00F421F5"/>
    <w:rsid w:val="00F42871"/>
    <w:rsid w:val="00F44BC9"/>
    <w:rsid w:val="00F476F4"/>
    <w:rsid w:val="00F5611D"/>
    <w:rsid w:val="00F62E0B"/>
    <w:rsid w:val="00F63153"/>
    <w:rsid w:val="00F7044C"/>
    <w:rsid w:val="00F70D02"/>
    <w:rsid w:val="00F77E6C"/>
    <w:rsid w:val="00F8006F"/>
    <w:rsid w:val="00F86CDE"/>
    <w:rsid w:val="00F870C7"/>
    <w:rsid w:val="00F95C72"/>
    <w:rsid w:val="00F961A4"/>
    <w:rsid w:val="00FB37B2"/>
    <w:rsid w:val="00FC2364"/>
    <w:rsid w:val="00FD103A"/>
    <w:rsid w:val="00FD1F9A"/>
    <w:rsid w:val="00FD2685"/>
    <w:rsid w:val="00FD538D"/>
    <w:rsid w:val="00FF1E4B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E71BC"/>
  <w15:docId w15:val="{B27B20C0-58B0-41CD-80E8-1C6EE99C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BC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F13"/>
  </w:style>
  <w:style w:type="paragraph" w:styleId="Stopka">
    <w:name w:val="footer"/>
    <w:basedOn w:val="Normalny"/>
    <w:link w:val="StopkaZnak"/>
    <w:uiPriority w:val="99"/>
    <w:unhideWhenUsed/>
    <w:rsid w:val="007D3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F13"/>
  </w:style>
  <w:style w:type="paragraph" w:styleId="Tekstdymka">
    <w:name w:val="Balloon Text"/>
    <w:basedOn w:val="Normalny"/>
    <w:link w:val="TekstdymkaZnak"/>
    <w:uiPriority w:val="99"/>
    <w:semiHidden/>
    <w:unhideWhenUsed/>
    <w:rsid w:val="00F44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4BC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44BC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F62E0B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ekstpodstawowyZnak">
    <w:name w:val="Tekst podstawowy Znak"/>
    <w:link w:val="Tekstpodstawowy"/>
    <w:semiHidden/>
    <w:locked/>
    <w:rsid w:val="00F62E0B"/>
    <w:rPr>
      <w:sz w:val="24"/>
      <w:szCs w:val="24"/>
      <w:lang w:val="en-US" w:eastAsia="en-US" w:bidi="ar-SA"/>
    </w:rPr>
  </w:style>
  <w:style w:type="character" w:customStyle="1" w:styleId="ZwykytekstZnak">
    <w:name w:val="Zwykły tekst Znak"/>
    <w:link w:val="Zwykytekst"/>
    <w:uiPriority w:val="99"/>
    <w:rsid w:val="008A6792"/>
    <w:rPr>
      <w:rFonts w:ascii="Calibri" w:hAnsi="Calibri"/>
      <w:lang w:bidi="ar-SA"/>
    </w:rPr>
  </w:style>
  <w:style w:type="paragraph" w:styleId="Zwykytekst">
    <w:name w:val="Plain Text"/>
    <w:basedOn w:val="Normalny"/>
    <w:link w:val="ZwykytekstZnak"/>
    <w:uiPriority w:val="99"/>
    <w:rsid w:val="008A6792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A72D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72D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72D51"/>
    <w:rPr>
      <w:b/>
      <w:bCs/>
    </w:rPr>
  </w:style>
  <w:style w:type="character" w:styleId="Hipercze">
    <w:name w:val="Hyperlink"/>
    <w:uiPriority w:val="99"/>
    <w:unhideWhenUsed/>
    <w:rsid w:val="00EC2BA3"/>
    <w:rPr>
      <w:color w:val="0000FF"/>
      <w:u w:val="single"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A858A1"/>
    <w:pPr>
      <w:ind w:left="720"/>
      <w:contextualSpacing/>
    </w:pPr>
    <w:rPr>
      <w:rFonts w:eastAsia="Times New Roman"/>
      <w:lang w:eastAsia="pl-PL"/>
    </w:rPr>
  </w:style>
  <w:style w:type="paragraph" w:customStyle="1" w:styleId="Default">
    <w:name w:val="Default"/>
    <w:rsid w:val="000D23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23EF"/>
    <w:rPr>
      <w:lang w:eastAsia="en-US"/>
    </w:rPr>
  </w:style>
  <w:style w:type="paragraph" w:styleId="Poprawka">
    <w:name w:val="Revision"/>
    <w:hidden/>
    <w:uiPriority w:val="99"/>
    <w:semiHidden/>
    <w:rsid w:val="00ED507A"/>
    <w:rPr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qFormat/>
    <w:rsid w:val="000A6F76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1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18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kazmierczak\AppData\Local\Microsoft\Windows\Temporary%20Internet%20Files\Content.Outlook\WAM1TABK\osta_list%20(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04979-E11C-473A-A366-CF30629BA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osta_list (3).dotx</Template>
  <TotalTime>5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Kaźmierczak</dc:creator>
  <cp:lastModifiedBy>Grzegorz Pęczek</cp:lastModifiedBy>
  <cp:revision>3</cp:revision>
  <cp:lastPrinted>2024-12-05T11:33:00Z</cp:lastPrinted>
  <dcterms:created xsi:type="dcterms:W3CDTF">2026-01-28T07:53:00Z</dcterms:created>
  <dcterms:modified xsi:type="dcterms:W3CDTF">2026-01-29T08:39:00Z</dcterms:modified>
</cp:coreProperties>
</file>